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D3B" w:rsidRPr="00B773C1" w:rsidRDefault="002F58ED" w:rsidP="00890D3B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Declaration of Dog Owner’s Consent</w:t>
      </w:r>
    </w:p>
    <w:p w:rsidR="00AF7D26" w:rsidRPr="005D62AF" w:rsidRDefault="00AF7D26" w:rsidP="00890D3B">
      <w:pPr>
        <w:spacing w:after="120" w:line="240" w:lineRule="auto"/>
        <w:jc w:val="both"/>
        <w:rPr>
          <w:rFonts w:ascii="Times New Roman" w:hAnsi="Times New Roman"/>
          <w:sz w:val="2"/>
        </w:rPr>
      </w:pPr>
    </w:p>
    <w:p w:rsidR="00B773C1" w:rsidRPr="005D62AF" w:rsidRDefault="005518D2" w:rsidP="00890D3B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I,</w:t>
      </w:r>
      <w:r w:rsidRPr="005D62AF">
        <w:rPr>
          <w:rFonts w:ascii="Times New Roman" w:hAnsi="Times New Roman"/>
        </w:rPr>
        <w:t xml:space="preserve"> </w:t>
      </w:r>
      <w:r w:rsidR="00B773C1" w:rsidRPr="005D62AF">
        <w:rPr>
          <w:rFonts w:ascii="Times New Roman" w:hAnsi="Times New Roman"/>
        </w:rPr>
        <w:t>..............................................................</w:t>
      </w:r>
      <w:r w:rsidR="00FE1693">
        <w:rPr>
          <w:rFonts w:ascii="Times New Roman" w:hAnsi="Times New Roman"/>
        </w:rPr>
        <w:t>..................</w:t>
      </w:r>
      <w:r w:rsidR="00B773C1" w:rsidRPr="005D62AF">
        <w:rPr>
          <w:rFonts w:ascii="Times New Roman" w:hAnsi="Times New Roman"/>
        </w:rPr>
        <w:t>....</w:t>
      </w:r>
      <w:r w:rsidR="00AF7D26" w:rsidRPr="005D62AF">
        <w:rPr>
          <w:rFonts w:ascii="Times New Roman" w:hAnsi="Times New Roman"/>
        </w:rPr>
        <w:t>...........</w:t>
      </w:r>
      <w:r w:rsidR="00B773C1" w:rsidRPr="005D62AF">
        <w:rPr>
          <w:rFonts w:ascii="Times New Roman" w:hAnsi="Times New Roman"/>
        </w:rPr>
        <w:t>.</w:t>
      </w:r>
      <w:r w:rsidR="00FB5455" w:rsidRPr="005D62AF">
        <w:rPr>
          <w:rFonts w:ascii="Times New Roman" w:hAnsi="Times New Roman"/>
        </w:rPr>
        <w:t>....................................................................</w:t>
      </w:r>
      <w:r w:rsidR="00B139A9" w:rsidRPr="005D62AF">
        <w:rPr>
          <w:rFonts w:ascii="Times New Roman" w:hAnsi="Times New Roman"/>
        </w:rPr>
        <w:t>...........</w:t>
      </w:r>
      <w:r w:rsidR="00A9596C" w:rsidRPr="005D62AF">
        <w:rPr>
          <w:rFonts w:ascii="Times New Roman" w:hAnsi="Times New Roman"/>
        </w:rPr>
        <w:t>............</w:t>
      </w:r>
    </w:p>
    <w:p w:rsidR="005D62AF" w:rsidRPr="005D62AF" w:rsidRDefault="005D62AF" w:rsidP="00890D3B">
      <w:pPr>
        <w:spacing w:after="120" w:line="240" w:lineRule="auto"/>
        <w:jc w:val="both"/>
        <w:rPr>
          <w:rFonts w:ascii="Times New Roman" w:hAnsi="Times New Roman"/>
        </w:rPr>
      </w:pPr>
    </w:p>
    <w:p w:rsidR="00890D3B" w:rsidRPr="005D62AF" w:rsidRDefault="00B773C1" w:rsidP="00890D3B">
      <w:pPr>
        <w:spacing w:after="120" w:line="240" w:lineRule="auto"/>
        <w:jc w:val="both"/>
        <w:rPr>
          <w:rFonts w:ascii="Times New Roman" w:hAnsi="Times New Roman"/>
        </w:rPr>
      </w:pPr>
      <w:r w:rsidRPr="005D62AF">
        <w:rPr>
          <w:rFonts w:ascii="Times New Roman" w:hAnsi="Times New Roman"/>
        </w:rPr>
        <w:t>E-mail (</w:t>
      </w:r>
      <w:r w:rsidR="005518D2">
        <w:rPr>
          <w:rFonts w:ascii="Times New Roman" w:hAnsi="Times New Roman"/>
        </w:rPr>
        <w:t>IN CAPITAL LETTERS</w:t>
      </w:r>
      <w:r w:rsidRPr="005D62AF">
        <w:rPr>
          <w:rFonts w:ascii="Times New Roman" w:hAnsi="Times New Roman"/>
        </w:rPr>
        <w:t>):.............................................</w:t>
      </w:r>
      <w:r w:rsidR="00FB5455" w:rsidRPr="005D62AF">
        <w:rPr>
          <w:rFonts w:ascii="Times New Roman" w:hAnsi="Times New Roman"/>
        </w:rPr>
        <w:t>....................................................................</w:t>
      </w:r>
      <w:r w:rsidR="00B139A9" w:rsidRPr="005D62AF">
        <w:rPr>
          <w:rFonts w:ascii="Times New Roman" w:hAnsi="Times New Roman"/>
        </w:rPr>
        <w:t>...........</w:t>
      </w:r>
      <w:r w:rsidR="00A9596C" w:rsidRPr="005D62AF">
        <w:rPr>
          <w:rFonts w:ascii="Times New Roman" w:hAnsi="Times New Roman"/>
        </w:rPr>
        <w:t>...........</w:t>
      </w:r>
    </w:p>
    <w:p w:rsidR="00890D3B" w:rsidRPr="005D62AF" w:rsidRDefault="005518D2" w:rsidP="00890D3B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hereby confirm that I and my dog(s) participate in the ethological research </w:t>
      </w:r>
      <w:r w:rsidR="00FE1693">
        <w:rPr>
          <w:rFonts w:ascii="Times New Roman" w:hAnsi="Times New Roman"/>
        </w:rPr>
        <w:t xml:space="preserve">conducted by </w:t>
      </w:r>
      <w:r>
        <w:rPr>
          <w:rFonts w:ascii="Times New Roman" w:hAnsi="Times New Roman"/>
        </w:rPr>
        <w:t xml:space="preserve">the ELTE-MTA Családi Kutya Program voluntarily and at my own risk. </w:t>
      </w:r>
    </w:p>
    <w:tbl>
      <w:tblPr>
        <w:tblStyle w:val="Rcsostblzat"/>
        <w:tblW w:w="10057" w:type="dxa"/>
        <w:tblLook w:val="04A0" w:firstRow="1" w:lastRow="0" w:firstColumn="1" w:lastColumn="0" w:noHBand="0" w:noVBand="1"/>
      </w:tblPr>
      <w:tblGrid>
        <w:gridCol w:w="2267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609"/>
        <w:gridCol w:w="819"/>
        <w:gridCol w:w="990"/>
      </w:tblGrid>
      <w:tr w:rsidR="00A9596C" w:rsidRPr="005D62AF" w:rsidTr="00A9596C">
        <w:tc>
          <w:tcPr>
            <w:tcW w:w="2267" w:type="dxa"/>
          </w:tcPr>
          <w:p w:rsidR="00A9596C" w:rsidRPr="005D62AF" w:rsidRDefault="005518D2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Dog’s name</w:t>
            </w:r>
          </w:p>
        </w:tc>
        <w:tc>
          <w:tcPr>
            <w:tcW w:w="3372" w:type="dxa"/>
            <w:gridSpan w:val="15"/>
          </w:tcPr>
          <w:p w:rsidR="00A9596C" w:rsidRPr="005D62AF" w:rsidRDefault="00A9596C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9" w:type="dxa"/>
          </w:tcPr>
          <w:p w:rsidR="00A9596C" w:rsidRPr="005D62AF" w:rsidRDefault="005518D2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Breed</w:t>
            </w:r>
          </w:p>
        </w:tc>
        <w:tc>
          <w:tcPr>
            <w:tcW w:w="819" w:type="dxa"/>
          </w:tcPr>
          <w:p w:rsidR="00A9596C" w:rsidRPr="005D62AF" w:rsidRDefault="005518D2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Sex</w:t>
            </w:r>
          </w:p>
        </w:tc>
        <w:tc>
          <w:tcPr>
            <w:tcW w:w="990" w:type="dxa"/>
          </w:tcPr>
          <w:p w:rsidR="00A9596C" w:rsidRPr="005D62AF" w:rsidRDefault="005518D2" w:rsidP="00FE1693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Age</w:t>
            </w:r>
            <w:r w:rsidRPr="005D62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9596C" w:rsidRPr="005D62AF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years</w:t>
            </w:r>
            <w:r w:rsidR="00A9596C" w:rsidRPr="005D62AF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890D3B" w:rsidRPr="005D62AF" w:rsidTr="00A9596C">
        <w:tc>
          <w:tcPr>
            <w:tcW w:w="2267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9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0D3B" w:rsidRPr="005D62AF" w:rsidTr="00A9596C">
        <w:tc>
          <w:tcPr>
            <w:tcW w:w="2267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9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890D3B" w:rsidRPr="005D62AF" w:rsidRDefault="00890D3B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81A71" w:rsidRPr="005D62AF" w:rsidTr="00A9596C">
        <w:tc>
          <w:tcPr>
            <w:tcW w:w="2267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6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2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9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A81A71" w:rsidRPr="005D62AF" w:rsidRDefault="00A81A71" w:rsidP="008F76A1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90D3B" w:rsidRPr="005D62AF" w:rsidRDefault="00890D3B" w:rsidP="005D62AF">
      <w:pPr>
        <w:spacing w:after="120" w:line="240" w:lineRule="auto"/>
        <w:jc w:val="both"/>
        <w:rPr>
          <w:rFonts w:ascii="Times New Roman" w:hAnsi="Times New Roman"/>
          <w:sz w:val="4"/>
        </w:rPr>
      </w:pPr>
    </w:p>
    <w:tbl>
      <w:tblPr>
        <w:tblStyle w:val="Tblzategyszer2"/>
        <w:tblW w:w="10106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353"/>
        <w:gridCol w:w="901"/>
        <w:gridCol w:w="852"/>
      </w:tblGrid>
      <w:tr w:rsidR="00B773C1" w:rsidRPr="005D62AF" w:rsidTr="00551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bottom w:val="single" w:sz="4" w:space="0" w:color="auto"/>
              <w:right w:val="single" w:sz="4" w:space="0" w:color="auto"/>
            </w:tcBorders>
          </w:tcPr>
          <w:p w:rsidR="00B773C1" w:rsidRPr="005D62AF" w:rsidRDefault="005518D2" w:rsidP="00FE1693">
            <w:pPr>
              <w:shd w:val="clear" w:color="auto" w:fill="FFFFFF"/>
              <w:ind w:right="171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eastAsia="hu-HU"/>
              </w:rPr>
              <w:t xml:space="preserve">I have read the </w:t>
            </w:r>
            <w:r w:rsidR="0010660A">
              <w:rPr>
                <w:rFonts w:ascii="Times New Roman" w:hAnsi="Times New Roman"/>
                <w:b w:val="0"/>
                <w:lang w:eastAsia="hu-HU"/>
              </w:rPr>
              <w:t xml:space="preserve">participant prospectus </w:t>
            </w:r>
            <w:r>
              <w:rPr>
                <w:rFonts w:ascii="Times New Roman" w:hAnsi="Times New Roman"/>
                <w:b w:val="0"/>
                <w:lang w:eastAsia="hu-HU"/>
              </w:rPr>
              <w:t>and understand the aims and pro</w:t>
            </w:r>
            <w:bookmarkStart w:id="0" w:name="_GoBack"/>
            <w:bookmarkEnd w:id="0"/>
            <w:r>
              <w:rPr>
                <w:rFonts w:ascii="Times New Roman" w:hAnsi="Times New Roman"/>
                <w:b w:val="0"/>
                <w:lang w:eastAsia="hu-HU"/>
              </w:rPr>
              <w:t>cedures of th</w:t>
            </w:r>
            <w:r w:rsidR="00FE1693">
              <w:rPr>
                <w:rFonts w:ascii="Times New Roman" w:hAnsi="Times New Roman"/>
                <w:b w:val="0"/>
                <w:lang w:eastAsia="hu-HU"/>
              </w:rPr>
              <w:t>is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 research</w:t>
            </w:r>
            <w:r w:rsidR="00B773C1" w:rsidRPr="005D62AF">
              <w:rPr>
                <w:rFonts w:ascii="Times New Roman" w:hAnsi="Times New Roman"/>
                <w:b w:val="0"/>
                <w:lang w:eastAsia="hu-HU"/>
              </w:rPr>
              <w:t>.</w:t>
            </w:r>
            <w:r w:rsidR="005D62AF" w:rsidRPr="005D62AF">
              <w:rPr>
                <w:rStyle w:val="Lbjegyzet-hivatkozs"/>
                <w:rFonts w:ascii="Times New Roman" w:hAnsi="Times New Roman"/>
                <w:b w:val="0"/>
                <w:lang w:eastAsia="hu-HU"/>
              </w:rPr>
              <w:footnoteReference w:id="1"/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73C1" w:rsidRPr="005D62AF" w:rsidRDefault="005518D2" w:rsidP="00AF7D2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yes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B773C1" w:rsidRPr="005D62AF" w:rsidRDefault="005518D2" w:rsidP="00AF7D2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</w:t>
            </w:r>
          </w:p>
        </w:tc>
      </w:tr>
      <w:tr w:rsidR="005518D2" w:rsidRPr="005D62AF" w:rsidTr="00FE1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42" w:rsidRDefault="005518D2" w:rsidP="005518D2">
            <w:pPr>
              <w:shd w:val="clear" w:color="auto" w:fill="FFFFFF"/>
              <w:ind w:right="171"/>
              <w:jc w:val="both"/>
              <w:rPr>
                <w:rFonts w:ascii="Times New Roman" w:hAnsi="Times New Roman"/>
                <w:b w:val="0"/>
                <w:lang w:eastAsia="hu-HU"/>
              </w:rPr>
            </w:pPr>
            <w:r>
              <w:rPr>
                <w:rFonts w:ascii="Times New Roman" w:hAnsi="Times New Roman"/>
                <w:b w:val="0"/>
                <w:lang w:eastAsia="hu-HU"/>
              </w:rPr>
              <w:t xml:space="preserve">By participating in this research I give permission for my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 xml:space="preserve">anonymized </w:t>
            </w:r>
            <w:r>
              <w:rPr>
                <w:rFonts w:ascii="Times New Roman" w:hAnsi="Times New Roman"/>
                <w:b w:val="0"/>
                <w:lang w:eastAsia="hu-HU"/>
              </w:rPr>
              <w:t>data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>: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 to be used in the context of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 xml:space="preserve">this 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research and to be shared for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 xml:space="preserve">the 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purposes of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 xml:space="preserve">this 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research, in the form of statistically analysed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 xml:space="preserve">results published in 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scientific and </w:t>
            </w:r>
            <w:r w:rsidR="001E5642">
              <w:rPr>
                <w:rFonts w:ascii="Times New Roman" w:hAnsi="Times New Roman"/>
                <w:b w:val="0"/>
                <w:lang w:eastAsia="hu-HU"/>
              </w:rPr>
              <w:t>educational reports –</w:t>
            </w:r>
          </w:p>
          <w:p w:rsidR="005518D2" w:rsidRPr="005D62AF" w:rsidRDefault="001E5642" w:rsidP="00FE1693">
            <w:pPr>
              <w:shd w:val="clear" w:color="auto" w:fill="FFFFFF"/>
              <w:ind w:right="171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eastAsia="hu-HU"/>
              </w:rPr>
              <w:t xml:space="preserve">in compliance with pertinent data protection laws.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18D2" w:rsidRPr="00FE1693" w:rsidRDefault="005518D2" w:rsidP="00FE1693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1E5642" w:rsidP="00FE1693">
            <w:pPr>
              <w:ind w:right="171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I understand that </w:t>
            </w:r>
            <w:r w:rsidR="00A50DBC">
              <w:rPr>
                <w:rFonts w:ascii="Times New Roman" w:hAnsi="Times New Roman"/>
                <w:b w:val="0"/>
              </w:rPr>
              <w:t xml:space="preserve">all of my </w:t>
            </w:r>
            <w:r>
              <w:rPr>
                <w:rFonts w:ascii="Times New Roman" w:hAnsi="Times New Roman"/>
                <w:b w:val="0"/>
              </w:rPr>
              <w:t>personal</w:t>
            </w:r>
            <w:r w:rsidR="00A50DBC">
              <w:rPr>
                <w:rFonts w:ascii="Times New Roman" w:hAnsi="Times New Roman"/>
                <w:b w:val="0"/>
              </w:rPr>
              <w:t xml:space="preserve"> or</w:t>
            </w:r>
            <w:r>
              <w:rPr>
                <w:rFonts w:ascii="Times New Roman" w:hAnsi="Times New Roman"/>
                <w:b w:val="0"/>
              </w:rPr>
              <w:t xml:space="preserve"> identifying information </w:t>
            </w:r>
            <w:r w:rsidR="005518D2" w:rsidRPr="005D62AF">
              <w:rPr>
                <w:rFonts w:ascii="Times New Roman" w:hAnsi="Times New Roman"/>
                <w:b w:val="0"/>
              </w:rPr>
              <w:t>(</w:t>
            </w:r>
            <w:r>
              <w:rPr>
                <w:rFonts w:ascii="Times New Roman" w:hAnsi="Times New Roman"/>
                <w:b w:val="0"/>
              </w:rPr>
              <w:t>names, e-mail addresses</w:t>
            </w:r>
            <w:r w:rsidR="005518D2" w:rsidRPr="005D62AF">
              <w:rPr>
                <w:rFonts w:ascii="Times New Roman" w:hAnsi="Times New Roman"/>
                <w:b w:val="0"/>
              </w:rPr>
              <w:t xml:space="preserve">) </w:t>
            </w:r>
            <w:r>
              <w:rPr>
                <w:rFonts w:ascii="Times New Roman" w:hAnsi="Times New Roman"/>
                <w:b w:val="0"/>
              </w:rPr>
              <w:t>will be stored separate</w:t>
            </w:r>
            <w:r w:rsidR="00FE1693">
              <w:rPr>
                <w:rFonts w:ascii="Times New Roman" w:hAnsi="Times New Roman"/>
                <w:b w:val="0"/>
              </w:rPr>
              <w:t>ly</w:t>
            </w:r>
            <w:r>
              <w:rPr>
                <w:rFonts w:ascii="Times New Roman" w:hAnsi="Times New Roman"/>
                <w:b w:val="0"/>
              </w:rPr>
              <w:t xml:space="preserve"> from all other information, so that </w:t>
            </w:r>
            <w:r w:rsidR="00A50DBC">
              <w:rPr>
                <w:rFonts w:ascii="Times New Roman" w:hAnsi="Times New Roman"/>
                <w:b w:val="0"/>
              </w:rPr>
              <w:t xml:space="preserve">my personal and research </w:t>
            </w:r>
            <w:r>
              <w:rPr>
                <w:rFonts w:ascii="Times New Roman" w:hAnsi="Times New Roman"/>
                <w:b w:val="0"/>
              </w:rPr>
              <w:t xml:space="preserve">data cannot be connected in any way.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A50DBC" w:rsidP="00FE1693">
            <w:pPr>
              <w:ind w:right="171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eastAsia="hu-HU"/>
              </w:rPr>
              <w:t xml:space="preserve">I am aware that I may discontinue participating in this research at any </w:t>
            </w:r>
            <w:r w:rsidRPr="005F20D6">
              <w:rPr>
                <w:rFonts w:ascii="Times New Roman" w:hAnsi="Times New Roman"/>
                <w:b w:val="0"/>
                <w:lang w:eastAsia="hu-HU"/>
              </w:rPr>
              <w:t>time (without penalty or loss of benefits to which I am otherwise entitled).</w:t>
            </w:r>
            <w:r>
              <w:rPr>
                <w:rFonts w:ascii="Times New Roman" w:hAnsi="Times New Roman"/>
                <w:b w:val="0"/>
                <w:lang w:eastAsia="hu-HU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A50DBC" w:rsidP="005518D2">
            <w:pPr>
              <w:shd w:val="clear" w:color="auto" w:fill="FFFFFF"/>
              <w:ind w:right="171"/>
              <w:jc w:val="both"/>
              <w:rPr>
                <w:rFonts w:ascii="Times New Roman" w:hAnsi="Times New Roman"/>
                <w:b w:val="0"/>
                <w:lang w:eastAsia="hu-HU"/>
              </w:rPr>
            </w:pPr>
            <w:r>
              <w:rPr>
                <w:rFonts w:ascii="Times New Roman" w:hAnsi="Times New Roman"/>
                <w:b w:val="0"/>
                <w:lang w:eastAsia="hu-HU"/>
              </w:rPr>
              <w:t xml:space="preserve">I understand that this research will be videotaped for scientific purposes (only researchers will have access to/be able to view the videos).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32786E" w:rsidP="00FE1693">
            <w:pPr>
              <w:pStyle w:val="Csakszveg"/>
              <w:ind w:right="171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I approve of the videos being used for illustrative purposes </w:t>
            </w:r>
            <w:r w:rsidR="005518D2" w:rsidRPr="005D62AF">
              <w:rPr>
                <w:rFonts w:ascii="Times New Roman" w:hAnsi="Times New Roman" w:cs="Times New Roman"/>
                <w:b w:val="0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e.g., at conferences, in press releases</w:t>
            </w:r>
            <w:r w:rsidR="005518D2" w:rsidRPr="005D62AF">
              <w:rPr>
                <w:rFonts w:ascii="Times New Roman" w:hAnsi="Times New Roman" w:cs="Times New Roman"/>
                <w:b w:val="0"/>
                <w:sz w:val="22"/>
                <w:szCs w:val="22"/>
              </w:rPr>
              <w:t>).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10660A" w:rsidP="00FE1693">
            <w:pPr>
              <w:autoSpaceDE w:val="0"/>
              <w:autoSpaceDN w:val="0"/>
              <w:adjustRightInd w:val="0"/>
              <w:ind w:right="171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color w:val="211E1F"/>
              </w:rPr>
              <w:t xml:space="preserve">I confirm that, to the best of my knowledge, the above-named dog(s) is/are free 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 xml:space="preserve">from </w:t>
            </w:r>
            <w:r>
              <w:rPr>
                <w:rFonts w:ascii="Times New Roman" w:hAnsi="Times New Roman"/>
                <w:b w:val="0"/>
                <w:color w:val="211E1F"/>
              </w:rPr>
              <w:t xml:space="preserve">infectious diseases, has/have received all officially required vaccinations, and is/are not in heat.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5D62AF" w:rsidRDefault="0010660A" w:rsidP="00FE1693">
            <w:pPr>
              <w:autoSpaceDE w:val="0"/>
              <w:autoSpaceDN w:val="0"/>
              <w:adjustRightInd w:val="0"/>
              <w:spacing w:line="23" w:lineRule="atLeast"/>
              <w:ind w:right="171"/>
              <w:jc w:val="both"/>
              <w:rPr>
                <w:rFonts w:ascii="Times New Roman" w:hAnsi="Times New Roman"/>
                <w:b w:val="0"/>
                <w:color w:val="211E1F"/>
              </w:rPr>
            </w:pPr>
            <w:r>
              <w:rPr>
                <w:rFonts w:ascii="Times New Roman" w:hAnsi="Times New Roman"/>
                <w:b w:val="0"/>
                <w:color w:val="211E1F"/>
              </w:rPr>
              <w:t>Should my dog(s) exhibit symptoms of an illness at any tim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 xml:space="preserve">e throughout the duration of this study, </w:t>
            </w:r>
            <w:r>
              <w:rPr>
                <w:rFonts w:ascii="Times New Roman" w:hAnsi="Times New Roman"/>
                <w:b w:val="0"/>
                <w:color w:val="211E1F"/>
              </w:rPr>
              <w:t>I will take him/her/them to the veterinarian and inform the research staff about any illness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>es</w:t>
            </w:r>
            <w:r>
              <w:rPr>
                <w:rFonts w:ascii="Times New Roman" w:hAnsi="Times New Roman"/>
                <w:b w:val="0"/>
                <w:color w:val="211E1F"/>
              </w:rPr>
              <w:t xml:space="preserve"> or medical treatment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>s</w:t>
            </w:r>
            <w:r>
              <w:rPr>
                <w:rFonts w:ascii="Times New Roman" w:hAnsi="Times New Roman"/>
                <w:b w:val="0"/>
                <w:color w:val="211E1F"/>
              </w:rPr>
              <w:t xml:space="preserve"> and </w:t>
            </w:r>
            <w:r w:rsidR="002F58ED">
              <w:rPr>
                <w:rFonts w:ascii="Times New Roman" w:hAnsi="Times New Roman"/>
                <w:b w:val="0"/>
                <w:color w:val="211E1F"/>
              </w:rPr>
              <w:t xml:space="preserve">also 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 xml:space="preserve">about any </w:t>
            </w:r>
            <w:r>
              <w:rPr>
                <w:rFonts w:ascii="Times New Roman" w:hAnsi="Times New Roman"/>
                <w:b w:val="0"/>
                <w:color w:val="211E1F"/>
              </w:rPr>
              <w:t>change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>s</w:t>
            </w:r>
            <w:r>
              <w:rPr>
                <w:rFonts w:ascii="Times New Roman" w:hAnsi="Times New Roman"/>
                <w:b w:val="0"/>
                <w:color w:val="211E1F"/>
              </w:rPr>
              <w:t xml:space="preserve"> in the animal</w:t>
            </w:r>
            <w:r w:rsidR="002F58ED">
              <w:rPr>
                <w:rFonts w:ascii="Times New Roman" w:hAnsi="Times New Roman"/>
                <w:b w:val="0"/>
                <w:color w:val="211E1F"/>
              </w:rPr>
              <w:t xml:space="preserve">’s/animals’ condition </w:t>
            </w:r>
            <w:r w:rsidR="00FE1693">
              <w:rPr>
                <w:rFonts w:ascii="Times New Roman" w:hAnsi="Times New Roman"/>
                <w:b w:val="0"/>
                <w:color w:val="211E1F"/>
              </w:rPr>
              <w:t xml:space="preserve">that </w:t>
            </w:r>
            <w:r w:rsidR="002F58ED">
              <w:rPr>
                <w:rFonts w:ascii="Times New Roman" w:hAnsi="Times New Roman"/>
                <w:b w:val="0"/>
                <w:color w:val="211E1F"/>
              </w:rPr>
              <w:t xml:space="preserve">may impact the results of the research. </w:t>
            </w:r>
            <w:r>
              <w:rPr>
                <w:rFonts w:ascii="Times New Roman" w:hAnsi="Times New Roman"/>
                <w:b w:val="0"/>
                <w:color w:val="211E1F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D2" w:rsidRPr="00FE1693" w:rsidRDefault="0099751D" w:rsidP="00FE1693">
            <w:pPr>
              <w:autoSpaceDE w:val="0"/>
              <w:autoSpaceDN w:val="0"/>
              <w:adjustRightInd w:val="0"/>
              <w:spacing w:line="23" w:lineRule="atLeast"/>
              <w:ind w:right="171"/>
              <w:jc w:val="both"/>
              <w:rPr>
                <w:rFonts w:ascii="Times New Roman" w:hAnsi="Times New Roman"/>
                <w:b w:val="0"/>
                <w:color w:val="211E1F"/>
                <w:highlight w:val="yellow"/>
              </w:rPr>
            </w:pPr>
            <w:r w:rsidRPr="00FE1693">
              <w:rPr>
                <w:rFonts w:ascii="Times New Roman" w:hAnsi="Times New Roman"/>
                <w:b w:val="0"/>
                <w:color w:val="211E1F"/>
              </w:rPr>
              <w:t>I declare that</w:t>
            </w:r>
            <w:r w:rsidR="00F34C52" w:rsidRPr="00FE1693">
              <w:rPr>
                <w:rFonts w:ascii="Times New Roman" w:hAnsi="Times New Roman"/>
                <w:b w:val="0"/>
                <w:color w:val="211E1F"/>
              </w:rPr>
              <w:t xml:space="preserve"> </w:t>
            </w:r>
            <w:r w:rsidRPr="00FE1693">
              <w:rPr>
                <w:rFonts w:ascii="Times New Roman" w:hAnsi="Times New Roman"/>
                <w:b w:val="0"/>
                <w:color w:val="211E1F"/>
              </w:rPr>
              <w:t>I keep my dog</w:t>
            </w:r>
            <w:r w:rsidR="00F34C52" w:rsidRPr="00FE1693">
              <w:rPr>
                <w:rFonts w:ascii="Times New Roman" w:hAnsi="Times New Roman"/>
                <w:b w:val="0"/>
                <w:color w:val="211E1F"/>
              </w:rPr>
              <w:t>(s)</w:t>
            </w:r>
            <w:r w:rsidRPr="00FE1693">
              <w:rPr>
                <w:rFonts w:ascii="Times New Roman" w:hAnsi="Times New Roman"/>
                <w:b w:val="0"/>
                <w:color w:val="211E1F"/>
              </w:rPr>
              <w:t xml:space="preserve"> leashed </w:t>
            </w:r>
            <w:r w:rsidR="00F34C52" w:rsidRPr="00FE1693">
              <w:rPr>
                <w:rFonts w:ascii="Times New Roman" w:hAnsi="Times New Roman"/>
                <w:b w:val="0"/>
                <w:color w:val="211E1F"/>
              </w:rPr>
              <w:t xml:space="preserve">on campus </w:t>
            </w:r>
            <w:r w:rsidR="005518D2" w:rsidRPr="00FE1693">
              <w:rPr>
                <w:rFonts w:ascii="Times New Roman" w:hAnsi="Times New Roman"/>
                <w:b w:val="0"/>
                <w:color w:val="211E1F"/>
              </w:rPr>
              <w:t xml:space="preserve">(1117 Budapest, Pázmány Péter sétány 1/C) </w:t>
            </w:r>
            <w:r w:rsidR="00F34C52" w:rsidRPr="00FE1693">
              <w:rPr>
                <w:rFonts w:ascii="Times New Roman" w:hAnsi="Times New Roman"/>
                <w:b w:val="0"/>
                <w:color w:val="211E1F"/>
              </w:rPr>
              <w:t xml:space="preserve">and take care that </w:t>
            </w:r>
            <w:r w:rsidR="00526B54" w:rsidRPr="00FE1693">
              <w:rPr>
                <w:rFonts w:ascii="Times New Roman" w:hAnsi="Times New Roman"/>
                <w:b w:val="0"/>
                <w:color w:val="211E1F"/>
              </w:rPr>
              <w:t xml:space="preserve">he/she/they </w:t>
            </w:r>
            <w:r w:rsidR="000B0C47" w:rsidRPr="00FE1693">
              <w:rPr>
                <w:rFonts w:ascii="Times New Roman" w:hAnsi="Times New Roman"/>
                <w:b w:val="0"/>
                <w:color w:val="211E1F"/>
              </w:rPr>
              <w:t>does/</w:t>
            </w:r>
            <w:r w:rsidR="00526B54" w:rsidRPr="00FE1693">
              <w:rPr>
                <w:rFonts w:ascii="Times New Roman" w:hAnsi="Times New Roman"/>
                <w:b w:val="0"/>
                <w:color w:val="211E1F"/>
              </w:rPr>
              <w:t xml:space="preserve">do not jump on the </w:t>
            </w:r>
            <w:r w:rsidR="000B0C47" w:rsidRPr="00FE1693">
              <w:rPr>
                <w:rFonts w:ascii="Times New Roman" w:hAnsi="Times New Roman"/>
                <w:b w:val="0"/>
                <w:color w:val="211E1F"/>
              </w:rPr>
              <w:t xml:space="preserve">ground floor parapet </w:t>
            </w:r>
            <w:r w:rsidR="005A6338">
              <w:rPr>
                <w:rFonts w:ascii="Times New Roman" w:hAnsi="Times New Roman"/>
                <w:b w:val="0"/>
                <w:color w:val="211E1F"/>
              </w:rPr>
              <w:t>that conceals</w:t>
            </w:r>
            <w:r w:rsidR="000B0C47" w:rsidRPr="00FE1693">
              <w:rPr>
                <w:rFonts w:ascii="Times New Roman" w:hAnsi="Times New Roman"/>
                <w:b w:val="0"/>
                <w:color w:val="211E1F"/>
              </w:rPr>
              <w:t xml:space="preserve"> a ditch</w:t>
            </w:r>
            <w:r w:rsidR="007051E8" w:rsidRPr="00FE1693">
              <w:rPr>
                <w:rFonts w:ascii="Times New Roman" w:hAnsi="Times New Roman"/>
                <w:b w:val="0"/>
                <w:color w:val="211E1F"/>
              </w:rPr>
              <w:t xml:space="preserve">. I also declare that any </w:t>
            </w:r>
            <w:r w:rsidR="005A6338">
              <w:rPr>
                <w:rFonts w:ascii="Times New Roman" w:hAnsi="Times New Roman"/>
                <w:b w:val="0"/>
                <w:color w:val="211E1F"/>
              </w:rPr>
              <w:t xml:space="preserve">relevant </w:t>
            </w:r>
            <w:r w:rsidR="007051E8" w:rsidRPr="00FE1693">
              <w:rPr>
                <w:rFonts w:ascii="Times New Roman" w:hAnsi="Times New Roman"/>
                <w:b w:val="0"/>
                <w:color w:val="211E1F"/>
              </w:rPr>
              <w:t xml:space="preserve">injuries or damages are my responsibility.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  <w:tr w:rsidR="005518D2" w:rsidRPr="005D62AF" w:rsidTr="00FE1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3" w:type="dxa"/>
            <w:tcBorders>
              <w:top w:val="single" w:sz="4" w:space="0" w:color="auto"/>
              <w:bottom w:val="none" w:sz="0" w:space="0" w:color="auto"/>
              <w:right w:val="single" w:sz="4" w:space="0" w:color="auto"/>
            </w:tcBorders>
          </w:tcPr>
          <w:p w:rsidR="005518D2" w:rsidRPr="00FE1693" w:rsidRDefault="007051E8" w:rsidP="00FE1693">
            <w:pPr>
              <w:pStyle w:val="Csakszveg"/>
              <w:ind w:right="171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FE169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Please, inform me when a summary of the research becomes available and on what website it is made available to the public.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none" w:sz="0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yes</w:t>
            </w:r>
          </w:p>
        </w:tc>
        <w:tc>
          <w:tcPr>
            <w:tcW w:w="852" w:type="dxa"/>
            <w:tcBorders>
              <w:top w:val="single" w:sz="4" w:space="0" w:color="auto"/>
              <w:bottom w:val="none" w:sz="0" w:space="0" w:color="auto"/>
            </w:tcBorders>
          </w:tcPr>
          <w:p w:rsidR="005518D2" w:rsidRPr="00FE1693" w:rsidRDefault="005518D2" w:rsidP="005518D2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FE1693">
              <w:rPr>
                <w:rFonts w:ascii="Times New Roman" w:hAnsi="Times New Roman"/>
                <w:b/>
              </w:rPr>
              <w:t>no</w:t>
            </w:r>
          </w:p>
        </w:tc>
      </w:tr>
    </w:tbl>
    <w:p w:rsidR="00A514E1" w:rsidRPr="00A514E1" w:rsidRDefault="00A514E1" w:rsidP="00A514E1">
      <w:pPr>
        <w:spacing w:after="120" w:line="240" w:lineRule="auto"/>
        <w:rPr>
          <w:rFonts w:ascii="Times New Roman" w:hAnsi="Times New Roman"/>
          <w:sz w:val="10"/>
        </w:rPr>
      </w:pPr>
    </w:p>
    <w:p w:rsidR="00890D3B" w:rsidRDefault="00FE1693" w:rsidP="00A514E1">
      <w:pPr>
        <w:spacing w:after="120" w:line="240" w:lineRule="auto"/>
        <w:rPr>
          <w:rFonts w:ascii="Times New Roman" w:hAnsi="Times New Roman"/>
        </w:rPr>
      </w:pPr>
      <w:r w:rsidRPr="005D62AF">
        <w:rPr>
          <w:rFonts w:ascii="Times New Roman" w:hAnsi="Times New Roman"/>
          <w:noProof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EACEDB6" wp14:editId="6B282AA5">
                <wp:simplePos x="0" y="0"/>
                <wp:positionH relativeFrom="column">
                  <wp:posOffset>0</wp:posOffset>
                </wp:positionH>
                <wp:positionV relativeFrom="paragraph">
                  <wp:posOffset>224790</wp:posOffset>
                </wp:positionV>
                <wp:extent cx="3181350" cy="7715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693" w:rsidRPr="00A514E1" w:rsidRDefault="00FE169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Completed by the Researcher</w:t>
                            </w:r>
                            <w:r w:rsidRPr="00A514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A514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Name of study</w:t>
                            </w:r>
                            <w:r w:rsidRPr="00A514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......................................................</w:t>
                            </w:r>
                          </w:p>
                          <w:p w:rsidR="00FE1693" w:rsidRPr="00A514E1" w:rsidRDefault="00FE169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Researcher</w:t>
                            </w:r>
                            <w:r w:rsidRPr="00A514E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ACED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7.7pt;width:250.5pt;height:6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">
                <v:textbox>
                  <w:txbxContent>
                    <w:p w:rsidR="00FE1693" w:rsidRPr="00A514E1" w:rsidRDefault="00FE169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Completed by the Researcher</w:t>
                      </w:r>
                      <w:r w:rsidRPr="00A514E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A514E1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Name of study</w:t>
                      </w:r>
                      <w:r w:rsidRPr="00A514E1">
                        <w:rPr>
                          <w:rFonts w:ascii="Arial" w:hAnsi="Arial" w:cs="Arial"/>
                          <w:sz w:val="20"/>
                          <w:szCs w:val="20"/>
                        </w:rPr>
                        <w:t>: ......................................................</w:t>
                      </w:r>
                    </w:p>
                    <w:p w:rsidR="00FE1693" w:rsidRPr="00A514E1" w:rsidRDefault="00FE169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Researcher</w:t>
                      </w:r>
                      <w:r w:rsidRPr="00A514E1">
                        <w:rPr>
                          <w:rFonts w:ascii="Arial" w:hAnsi="Arial" w:cs="Arial"/>
                          <w:sz w:val="20"/>
                          <w:szCs w:val="20"/>
                        </w:rPr>
                        <w:t>: ..........................................................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</w:rPr>
        <w:t>Date</w:t>
      </w:r>
      <w:r w:rsidR="00A514E1">
        <w:rPr>
          <w:rFonts w:ascii="Times New Roman" w:hAnsi="Times New Roman"/>
        </w:rPr>
        <w:t>: Budapest, .............................................................</w:t>
      </w:r>
    </w:p>
    <w:p w:rsidR="00A514E1" w:rsidRDefault="00A514E1" w:rsidP="00A514E1">
      <w:pPr>
        <w:spacing w:after="120" w:line="240" w:lineRule="auto"/>
        <w:rPr>
          <w:rFonts w:ascii="Times New Roman" w:hAnsi="Times New Roman"/>
        </w:rPr>
      </w:pPr>
    </w:p>
    <w:p w:rsidR="00A514E1" w:rsidRDefault="00A514E1" w:rsidP="00A514E1">
      <w:pPr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</w:t>
      </w:r>
    </w:p>
    <w:p w:rsidR="00A514E1" w:rsidRPr="005D62AF" w:rsidRDefault="00FE1693" w:rsidP="00A514E1">
      <w:pPr>
        <w:spacing w:after="12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dog owner’s signature</w:t>
      </w:r>
    </w:p>
    <w:sectPr w:rsidR="00A514E1" w:rsidRPr="005D62AF" w:rsidSect="005D6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568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43" w:rsidRDefault="00275A43" w:rsidP="00DE2047">
      <w:pPr>
        <w:spacing w:after="0" w:line="240" w:lineRule="auto"/>
      </w:pPr>
      <w:r>
        <w:separator/>
      </w:r>
    </w:p>
  </w:endnote>
  <w:endnote w:type="continuationSeparator" w:id="0">
    <w:p w:rsidR="00275A43" w:rsidRDefault="00275A43" w:rsidP="00DE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71" w:rsidRDefault="00B8277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71" w:rsidRDefault="00B82771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71" w:rsidRDefault="00B8277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43" w:rsidRDefault="00275A43" w:rsidP="00DE2047">
      <w:pPr>
        <w:spacing w:after="0" w:line="240" w:lineRule="auto"/>
      </w:pPr>
      <w:r>
        <w:separator/>
      </w:r>
    </w:p>
  </w:footnote>
  <w:footnote w:type="continuationSeparator" w:id="0">
    <w:p w:rsidR="00275A43" w:rsidRDefault="00275A43" w:rsidP="00DE2047">
      <w:pPr>
        <w:spacing w:after="0" w:line="240" w:lineRule="auto"/>
      </w:pPr>
      <w:r>
        <w:continuationSeparator/>
      </w:r>
    </w:p>
  </w:footnote>
  <w:footnote w:id="1">
    <w:p w:rsidR="005D62AF" w:rsidRPr="005D62AF" w:rsidRDefault="005D62AF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>
        <w:t xml:space="preserve"> </w:t>
      </w:r>
      <w:r w:rsidR="005518D2">
        <w:t xml:space="preserve">Please, underline/circle your response to each of the statements below.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71" w:rsidRDefault="00B8277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047" w:rsidRPr="00D976D6" w:rsidRDefault="001D2223" w:rsidP="002C55D4">
    <w:pPr>
      <w:tabs>
        <w:tab w:val="center" w:pos="4536"/>
      </w:tabs>
      <w:spacing w:before="240" w:after="0"/>
      <w:jc w:val="center"/>
      <w:rPr>
        <w:sz w:val="18"/>
      </w:rPr>
    </w:pPr>
    <w:r w:rsidRPr="00D976D6">
      <w:rPr>
        <w:rFonts w:ascii="Times New Roman" w:hAnsi="Times New Roman"/>
        <w:noProof/>
        <w:sz w:val="24"/>
        <w:szCs w:val="26"/>
        <w:lang w:val="en-GB" w:eastAsia="en-GB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5005705</wp:posOffset>
          </wp:positionH>
          <wp:positionV relativeFrom="paragraph">
            <wp:posOffset>276225</wp:posOffset>
          </wp:positionV>
          <wp:extent cx="1095375" cy="1095375"/>
          <wp:effectExtent l="19050" t="0" r="9525" b="0"/>
          <wp:wrapNone/>
          <wp:docPr id="8" name="Kép 0" descr="elte_cimer_ff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te_cimer_ff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375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0587" w:rsidRPr="00D976D6">
      <w:rPr>
        <w:rFonts w:ascii="Times New Roman" w:hAnsi="Times New Roman"/>
        <w:noProof/>
        <w:sz w:val="24"/>
        <w:szCs w:val="26"/>
        <w:lang w:val="en-GB" w:eastAsia="en-GB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161925</wp:posOffset>
          </wp:positionH>
          <wp:positionV relativeFrom="paragraph">
            <wp:posOffset>238125</wp:posOffset>
          </wp:positionV>
          <wp:extent cx="2276475" cy="1171575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biLevel thresh="50000"/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  <w:r w:rsidR="00140552" w:rsidRPr="00D976D6">
      <w:rPr>
        <w:rFonts w:ascii="Times New Roman" w:hAnsi="Times New Roman"/>
        <w:sz w:val="44"/>
        <w:szCs w:val="48"/>
      </w:rPr>
      <w:t>E</w:t>
    </w:r>
    <w:r w:rsidR="00140552" w:rsidRPr="00D976D6">
      <w:rPr>
        <w:rFonts w:ascii="Times New Roman" w:hAnsi="Times New Roman"/>
        <w:sz w:val="40"/>
        <w:szCs w:val="48"/>
      </w:rPr>
      <w:t>tológia Tanszék</w:t>
    </w:r>
  </w:p>
  <w:p w:rsidR="0006123F" w:rsidRPr="00D976D6" w:rsidRDefault="0006123F" w:rsidP="002C55D4">
    <w:pPr>
      <w:pStyle w:val="llb"/>
      <w:tabs>
        <w:tab w:val="clear" w:pos="4536"/>
      </w:tabs>
      <w:jc w:val="center"/>
      <w:rPr>
        <w:rFonts w:ascii="Times New Roman" w:hAnsi="Times New Roman"/>
        <w:sz w:val="28"/>
        <w:szCs w:val="30"/>
      </w:rPr>
    </w:pPr>
    <w:r w:rsidRPr="00D976D6">
      <w:rPr>
        <w:rFonts w:ascii="Times New Roman" w:hAnsi="Times New Roman"/>
        <w:sz w:val="28"/>
        <w:szCs w:val="30"/>
      </w:rPr>
      <w:t xml:space="preserve">Eötvös </w:t>
    </w:r>
    <w:r w:rsidR="00EB289D" w:rsidRPr="00D976D6">
      <w:rPr>
        <w:rFonts w:ascii="Times New Roman" w:hAnsi="Times New Roman"/>
        <w:sz w:val="28"/>
        <w:szCs w:val="30"/>
      </w:rPr>
      <w:t xml:space="preserve">Loránd </w:t>
    </w:r>
    <w:r w:rsidR="00140552" w:rsidRPr="00D976D6">
      <w:rPr>
        <w:rFonts w:ascii="Times New Roman" w:hAnsi="Times New Roman"/>
        <w:sz w:val="28"/>
        <w:szCs w:val="30"/>
      </w:rPr>
      <w:t>Tudományegyetem</w:t>
    </w:r>
  </w:p>
  <w:p w:rsidR="00AC45C0" w:rsidRPr="00D976D6" w:rsidRDefault="00857BEC" w:rsidP="002C55D4">
    <w:pPr>
      <w:pStyle w:val="llb"/>
      <w:tabs>
        <w:tab w:val="clear" w:pos="4536"/>
        <w:tab w:val="clear" w:pos="9072"/>
      </w:tabs>
      <w:jc w:val="center"/>
      <w:rPr>
        <w:rFonts w:ascii="Times New Roman" w:hAnsi="Times New Roman"/>
        <w:szCs w:val="24"/>
      </w:rPr>
    </w:pPr>
    <w:r w:rsidRPr="00D976D6">
      <w:rPr>
        <w:rFonts w:ascii="Times New Roman" w:hAnsi="Times New Roman"/>
        <w:szCs w:val="24"/>
      </w:rPr>
      <w:t xml:space="preserve">1117 Budapest, </w:t>
    </w:r>
    <w:r w:rsidR="0006123F" w:rsidRPr="00D976D6">
      <w:rPr>
        <w:rFonts w:ascii="Times New Roman" w:hAnsi="Times New Roman"/>
        <w:szCs w:val="24"/>
      </w:rPr>
      <w:t xml:space="preserve">Pázmány P. </w:t>
    </w:r>
    <w:r w:rsidR="00EB289D" w:rsidRPr="00D976D6">
      <w:rPr>
        <w:rFonts w:ascii="Times New Roman" w:hAnsi="Times New Roman"/>
        <w:szCs w:val="24"/>
      </w:rPr>
      <w:t>s</w:t>
    </w:r>
    <w:r w:rsidR="0001671A" w:rsidRPr="00D976D6">
      <w:rPr>
        <w:rFonts w:ascii="Times New Roman" w:hAnsi="Times New Roman"/>
        <w:szCs w:val="24"/>
      </w:rPr>
      <w:t>étány</w:t>
    </w:r>
    <w:r w:rsidR="00EB289D" w:rsidRPr="00D976D6">
      <w:rPr>
        <w:rFonts w:ascii="Times New Roman" w:hAnsi="Times New Roman"/>
        <w:szCs w:val="24"/>
      </w:rPr>
      <w:t xml:space="preserve"> </w:t>
    </w:r>
    <w:r w:rsidR="0006123F" w:rsidRPr="00D976D6">
      <w:rPr>
        <w:rFonts w:ascii="Times New Roman" w:hAnsi="Times New Roman"/>
        <w:szCs w:val="24"/>
      </w:rPr>
      <w:t>1/C</w:t>
    </w:r>
  </w:p>
  <w:p w:rsidR="00A810AA" w:rsidRPr="00D976D6" w:rsidRDefault="0006123F" w:rsidP="002C55D4">
    <w:pPr>
      <w:pStyle w:val="llb"/>
      <w:tabs>
        <w:tab w:val="clear" w:pos="4536"/>
      </w:tabs>
      <w:jc w:val="center"/>
      <w:rPr>
        <w:rFonts w:ascii="Times New Roman" w:hAnsi="Times New Roman"/>
        <w:szCs w:val="24"/>
      </w:rPr>
    </w:pPr>
    <w:r w:rsidRPr="00D976D6">
      <w:rPr>
        <w:rFonts w:ascii="Times New Roman" w:hAnsi="Times New Roman"/>
        <w:szCs w:val="24"/>
      </w:rPr>
      <w:t xml:space="preserve">e-mail: </w:t>
    </w:r>
    <w:hyperlink r:id="rId3" w:history="1">
      <w:r w:rsidR="0001671A" w:rsidRPr="00D976D6">
        <w:rPr>
          <w:rStyle w:val="Hiperhivatkozs"/>
          <w:rFonts w:ascii="Times New Roman" w:hAnsi="Times New Roman"/>
          <w:color w:val="auto"/>
          <w:szCs w:val="24"/>
          <w:u w:val="none"/>
        </w:rPr>
        <w:t>etologiatanszek@ttk.elte.hu</w:t>
      </w:r>
    </w:hyperlink>
  </w:p>
  <w:p w:rsidR="0001671A" w:rsidRPr="00D976D6" w:rsidRDefault="0001671A" w:rsidP="002C55D4">
    <w:pPr>
      <w:pStyle w:val="llb"/>
      <w:tabs>
        <w:tab w:val="clear" w:pos="4536"/>
      </w:tabs>
      <w:jc w:val="center"/>
      <w:rPr>
        <w:rFonts w:ascii="Times New Roman" w:hAnsi="Times New Roman"/>
        <w:szCs w:val="24"/>
      </w:rPr>
    </w:pPr>
    <w:r w:rsidRPr="00D976D6">
      <w:rPr>
        <w:rFonts w:ascii="Times New Roman" w:hAnsi="Times New Roman"/>
        <w:szCs w:val="24"/>
      </w:rPr>
      <w:t>http://etologia.elte.hu</w:t>
    </w:r>
  </w:p>
  <w:p w:rsidR="00DE2047" w:rsidRDefault="00B82771" w:rsidP="00B82771">
    <w:pPr>
      <w:pStyle w:val="llb"/>
      <w:tabs>
        <w:tab w:val="clear" w:pos="4536"/>
        <w:tab w:val="left" w:pos="1800"/>
        <w:tab w:val="center" w:pos="5233"/>
      </w:tabs>
      <w:spacing w:after="120"/>
      <w:rPr>
        <w:rFonts w:ascii="Times New Roman" w:hAnsi="Times New Roman"/>
        <w:szCs w:val="24"/>
      </w:rPr>
    </w:pPr>
    <w:r>
      <w:rPr>
        <w:rFonts w:ascii="Times New Roman" w:hAnsi="Times New Roman"/>
        <w:szCs w:val="24"/>
      </w:rPr>
      <w:tab/>
    </w:r>
    <w:r>
      <w:rPr>
        <w:rFonts w:ascii="Times New Roman" w:hAnsi="Times New Roman"/>
        <w:szCs w:val="24"/>
      </w:rPr>
      <w:tab/>
    </w:r>
    <w:r w:rsidR="0001671A" w:rsidRPr="00D976D6">
      <w:rPr>
        <w:rFonts w:ascii="Times New Roman" w:hAnsi="Times New Roman"/>
        <w:szCs w:val="24"/>
      </w:rPr>
      <w:sym w:font="Wingdings" w:char="F028"/>
    </w:r>
    <w:r w:rsidR="0001671A" w:rsidRPr="00D976D6">
      <w:rPr>
        <w:rFonts w:ascii="Times New Roman" w:hAnsi="Times New Roman"/>
        <w:szCs w:val="24"/>
      </w:rPr>
      <w:t xml:space="preserve"> </w:t>
    </w:r>
    <w:r w:rsidR="00857BEC" w:rsidRPr="00D976D6">
      <w:rPr>
        <w:rFonts w:ascii="Times New Roman" w:hAnsi="Times New Roman"/>
        <w:szCs w:val="24"/>
      </w:rPr>
      <w:t>+</w:t>
    </w:r>
    <w:r w:rsidR="00A810AA" w:rsidRPr="00D976D6">
      <w:rPr>
        <w:rFonts w:ascii="Times New Roman" w:hAnsi="Times New Roman"/>
        <w:szCs w:val="24"/>
      </w:rPr>
      <w:t>36 1 381 217</w:t>
    </w:r>
    <w:r w:rsidR="00EB289D" w:rsidRPr="00D976D6">
      <w:rPr>
        <w:rFonts w:ascii="Times New Roman" w:hAnsi="Times New Roman"/>
        <w:szCs w:val="24"/>
      </w:rPr>
      <w:t>9</w:t>
    </w:r>
  </w:p>
  <w:p w:rsidR="00A95310" w:rsidRPr="00D976D6" w:rsidRDefault="00A95310" w:rsidP="002C55D4">
    <w:pPr>
      <w:pStyle w:val="llb"/>
      <w:tabs>
        <w:tab w:val="clear" w:pos="4536"/>
      </w:tabs>
      <w:spacing w:after="120"/>
      <w:jc w:val="center"/>
      <w:rPr>
        <w:rFonts w:ascii="Times New Roman" w:hAnsi="Times New Roman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771" w:rsidRDefault="00B8277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F4BAF"/>
    <w:multiLevelType w:val="hybridMultilevel"/>
    <w:tmpl w:val="652CC3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56"/>
    <w:rsid w:val="00011F1C"/>
    <w:rsid w:val="000138EB"/>
    <w:rsid w:val="0001671A"/>
    <w:rsid w:val="0006123F"/>
    <w:rsid w:val="000B0C47"/>
    <w:rsid w:val="00103516"/>
    <w:rsid w:val="0010660A"/>
    <w:rsid w:val="00140552"/>
    <w:rsid w:val="001D2223"/>
    <w:rsid w:val="001E5642"/>
    <w:rsid w:val="00275A43"/>
    <w:rsid w:val="00283011"/>
    <w:rsid w:val="002B3D90"/>
    <w:rsid w:val="002C55D4"/>
    <w:rsid w:val="002D7CE9"/>
    <w:rsid w:val="002E0BC5"/>
    <w:rsid w:val="002E1B8D"/>
    <w:rsid w:val="002F58ED"/>
    <w:rsid w:val="003264F5"/>
    <w:rsid w:val="0032786E"/>
    <w:rsid w:val="00340ABE"/>
    <w:rsid w:val="00383AB6"/>
    <w:rsid w:val="003A0896"/>
    <w:rsid w:val="003A5B56"/>
    <w:rsid w:val="003B0476"/>
    <w:rsid w:val="00404BDE"/>
    <w:rsid w:val="004773E1"/>
    <w:rsid w:val="004A0F6C"/>
    <w:rsid w:val="00526B54"/>
    <w:rsid w:val="005518D2"/>
    <w:rsid w:val="00584D7D"/>
    <w:rsid w:val="005911DD"/>
    <w:rsid w:val="005A6338"/>
    <w:rsid w:val="005D62AF"/>
    <w:rsid w:val="005F20D6"/>
    <w:rsid w:val="006E3890"/>
    <w:rsid w:val="007009CA"/>
    <w:rsid w:val="007051E8"/>
    <w:rsid w:val="007544C1"/>
    <w:rsid w:val="007778B6"/>
    <w:rsid w:val="007F16D3"/>
    <w:rsid w:val="008010EC"/>
    <w:rsid w:val="00855635"/>
    <w:rsid w:val="00857BEC"/>
    <w:rsid w:val="00877230"/>
    <w:rsid w:val="00890D3B"/>
    <w:rsid w:val="008A362A"/>
    <w:rsid w:val="008B7831"/>
    <w:rsid w:val="008F0153"/>
    <w:rsid w:val="009221C9"/>
    <w:rsid w:val="00945C57"/>
    <w:rsid w:val="009460BB"/>
    <w:rsid w:val="0099751D"/>
    <w:rsid w:val="00A27C2D"/>
    <w:rsid w:val="00A43185"/>
    <w:rsid w:val="00A50DBC"/>
    <w:rsid w:val="00A514E1"/>
    <w:rsid w:val="00A810AA"/>
    <w:rsid w:val="00A81A71"/>
    <w:rsid w:val="00A95310"/>
    <w:rsid w:val="00A9596C"/>
    <w:rsid w:val="00AC45C0"/>
    <w:rsid w:val="00AD71C9"/>
    <w:rsid w:val="00AE2080"/>
    <w:rsid w:val="00AF7D26"/>
    <w:rsid w:val="00B139A9"/>
    <w:rsid w:val="00B16B13"/>
    <w:rsid w:val="00B422E8"/>
    <w:rsid w:val="00B50CC6"/>
    <w:rsid w:val="00B62D9E"/>
    <w:rsid w:val="00B773C1"/>
    <w:rsid w:val="00B82771"/>
    <w:rsid w:val="00BC459D"/>
    <w:rsid w:val="00BC4D2F"/>
    <w:rsid w:val="00C10587"/>
    <w:rsid w:val="00C11372"/>
    <w:rsid w:val="00CB73EB"/>
    <w:rsid w:val="00CE3CF5"/>
    <w:rsid w:val="00D16B64"/>
    <w:rsid w:val="00D54418"/>
    <w:rsid w:val="00D57E0C"/>
    <w:rsid w:val="00D953ED"/>
    <w:rsid w:val="00D976D6"/>
    <w:rsid w:val="00DC6922"/>
    <w:rsid w:val="00DE2047"/>
    <w:rsid w:val="00E01DB8"/>
    <w:rsid w:val="00E460E0"/>
    <w:rsid w:val="00E70F59"/>
    <w:rsid w:val="00EB289D"/>
    <w:rsid w:val="00EC2595"/>
    <w:rsid w:val="00EF4E28"/>
    <w:rsid w:val="00F13903"/>
    <w:rsid w:val="00F34C52"/>
    <w:rsid w:val="00F45CC2"/>
    <w:rsid w:val="00F51CBE"/>
    <w:rsid w:val="00FB5455"/>
    <w:rsid w:val="00FC2C8E"/>
    <w:rsid w:val="00FE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BE5F02-B5B7-4C44-8A48-FD4AD7B7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0D3B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E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2047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DE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E2047"/>
  </w:style>
  <w:style w:type="paragraph" w:styleId="lfej">
    <w:name w:val="header"/>
    <w:basedOn w:val="Norml"/>
    <w:link w:val="lfejChar"/>
    <w:uiPriority w:val="99"/>
    <w:unhideWhenUsed/>
    <w:rsid w:val="00DE2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E2047"/>
  </w:style>
  <w:style w:type="character" w:styleId="Hiperhivatkozs">
    <w:name w:val="Hyperlink"/>
    <w:basedOn w:val="Bekezdsalapbettpusa"/>
    <w:uiPriority w:val="99"/>
    <w:unhideWhenUsed/>
    <w:rsid w:val="0006123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90D3B"/>
    <w:pPr>
      <w:ind w:left="720"/>
      <w:contextualSpacing/>
    </w:pPr>
  </w:style>
  <w:style w:type="table" w:styleId="Rcsostblzat">
    <w:name w:val="Table Grid"/>
    <w:basedOn w:val="Normltblzat"/>
    <w:rsid w:val="00890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rsid w:val="00A81A71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rsid w:val="00A81A71"/>
    <w:rPr>
      <w:rFonts w:ascii="Courier New" w:eastAsia="Times New Roman" w:hAnsi="Courier New" w:cs="Courier New"/>
      <w:sz w:val="20"/>
      <w:szCs w:val="20"/>
      <w:lang w:eastAsia="hu-HU"/>
    </w:rPr>
  </w:style>
  <w:style w:type="table" w:styleId="Tblzategyszer2">
    <w:name w:val="Plain Table 2"/>
    <w:basedOn w:val="Normltblzat"/>
    <w:uiPriority w:val="42"/>
    <w:rsid w:val="00AF7D2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D62A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D62AF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D62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tologiatanszek@ttk.elte.hu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akdolgoz&#243;\Asztal\lev&#233;lpap&#237;r_HU_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7AB35-959D-4D7B-9F2C-1ABB1589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levélpapír_HU_sablon</Template>
  <TotalTime>12</TotalTime>
  <Pages>2</Pages>
  <Words>361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Szakdolgozó</dc:creator>
  <cp:lastModifiedBy>Anna</cp:lastModifiedBy>
  <cp:revision>2</cp:revision>
  <cp:lastPrinted>2017-07-25T15:38:00Z</cp:lastPrinted>
  <dcterms:created xsi:type="dcterms:W3CDTF">2017-10-10T07:32:00Z</dcterms:created>
  <dcterms:modified xsi:type="dcterms:W3CDTF">2017-10-10T07:32:00Z</dcterms:modified>
</cp:coreProperties>
</file>